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1D188" w14:textId="3C7A731F" w:rsidR="004F1A93" w:rsidRPr="00B81702" w:rsidRDefault="004F1A93" w:rsidP="004F1A93">
      <w:pPr>
        <w:spacing w:after="120" w:line="240" w:lineRule="auto"/>
        <w:ind w:left="32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191472638"/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17369D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14:paraId="7E8023AC" w14:textId="0BD30D5C" w:rsidR="004F1A93" w:rsidRPr="00B81702" w:rsidRDefault="0017369D" w:rsidP="004F1A93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4F1A93" w:rsidRPr="00B81702">
        <w:rPr>
          <w:rFonts w:ascii="Times New Roman" w:eastAsia="Times New Roman" w:hAnsi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4F1A93" w:rsidRPr="00B81702">
        <w:rPr>
          <w:rFonts w:ascii="Times New Roman" w:eastAsia="Times New Roman" w:hAnsi="Times New Roman"/>
          <w:sz w:val="28"/>
          <w:szCs w:val="28"/>
          <w:lang w:eastAsia="ru-RU"/>
        </w:rPr>
        <w:t xml:space="preserve"> мэра</w:t>
      </w:r>
    </w:p>
    <w:p w14:paraId="14E57273" w14:textId="77777777" w:rsidR="004F1A93" w:rsidRPr="00B81702" w:rsidRDefault="004F1A93" w:rsidP="004F1A93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41646E15" w14:textId="6FCE0C17" w:rsidR="004F1A93" w:rsidRPr="00B81702" w:rsidRDefault="004F1A93" w:rsidP="004F1A93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</w:t>
      </w:r>
    </w:p>
    <w:p w14:paraId="44E00055" w14:textId="77777777" w:rsidR="004F1A93" w:rsidRPr="00B81702" w:rsidRDefault="004F1A93" w:rsidP="004F1A93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</w:t>
      </w:r>
    </w:p>
    <w:p w14:paraId="60799B83" w14:textId="2F82DC6C" w:rsidR="004F1A93" w:rsidRPr="00B81702" w:rsidRDefault="00E534CD" w:rsidP="004F1A93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19 февраля 2026 года </w:t>
      </w: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36</w:t>
      </w:r>
      <w:bookmarkStart w:id="1" w:name="_GoBack"/>
      <w:bookmarkEnd w:id="1"/>
    </w:p>
    <w:p w14:paraId="344FDA3D" w14:textId="77777777" w:rsidR="004F1A93" w:rsidRPr="00B81702" w:rsidRDefault="004F1A93" w:rsidP="004F1A93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743458" w14:textId="20E4950C" w:rsidR="004F1A93" w:rsidRPr="00B81702" w:rsidRDefault="004F1A93" w:rsidP="004F1A93">
      <w:pPr>
        <w:spacing w:after="120" w:line="240" w:lineRule="auto"/>
        <w:ind w:left="32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14:paraId="6308FA2B" w14:textId="77777777" w:rsidR="004F1A93" w:rsidRPr="00B81702" w:rsidRDefault="004F1A93" w:rsidP="004F1A93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Hlk191485922"/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к Положению о системе оплаты труда</w:t>
      </w:r>
    </w:p>
    <w:p w14:paraId="6A723A88" w14:textId="77777777" w:rsidR="004F1A93" w:rsidRPr="00B81702" w:rsidRDefault="004F1A93" w:rsidP="004F1A93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работников муниципальных бюджетных</w:t>
      </w:r>
    </w:p>
    <w:p w14:paraId="3B3C575C" w14:textId="77777777" w:rsidR="004F1A93" w:rsidRPr="00B81702" w:rsidRDefault="004F1A93" w:rsidP="004F1A93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общеобразовательных учреждений</w:t>
      </w:r>
    </w:p>
    <w:p w14:paraId="14F04A1A" w14:textId="77777777" w:rsidR="004F1A93" w:rsidRPr="00B81702" w:rsidRDefault="004F1A93" w:rsidP="004F1A93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и муниципального бюджетного образовательного</w:t>
      </w:r>
    </w:p>
    <w:p w14:paraId="61578D94" w14:textId="77777777" w:rsidR="004F1A93" w:rsidRPr="00B81702" w:rsidRDefault="004F1A93" w:rsidP="004F1A93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учреждения дополнительного образования</w:t>
      </w:r>
    </w:p>
    <w:p w14:paraId="76DF4133" w14:textId="77777777" w:rsidR="004F1A93" w:rsidRPr="00B81702" w:rsidRDefault="004F1A93" w:rsidP="004F1A93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«Центр творчества и воспитания» пгт. Ноглики</w:t>
      </w:r>
    </w:p>
    <w:p w14:paraId="6DD54AF2" w14:textId="77777777" w:rsidR="004F1A93" w:rsidRPr="00B81702" w:rsidRDefault="004F1A93" w:rsidP="004F1A93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2AA904DA" w14:textId="77777777" w:rsidR="004F1A93" w:rsidRPr="00B81702" w:rsidRDefault="004F1A93" w:rsidP="004F1A93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</w:t>
      </w:r>
    </w:p>
    <w:p w14:paraId="312BD811" w14:textId="77777777" w:rsidR="004F1A93" w:rsidRPr="00B81702" w:rsidRDefault="004F1A93" w:rsidP="004F1A93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области,</w:t>
      </w:r>
    </w:p>
    <w:p w14:paraId="7A0CD8D7" w14:textId="77777777" w:rsidR="004F1A93" w:rsidRPr="00B81702" w:rsidRDefault="004F1A93" w:rsidP="004F1A93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утвержденному постановлением мэра</w:t>
      </w:r>
    </w:p>
    <w:p w14:paraId="59E7BA0C" w14:textId="77777777" w:rsidR="004F1A93" w:rsidRPr="00B81702" w:rsidRDefault="004F1A93" w:rsidP="004F1A93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29D947A3" w14:textId="77777777" w:rsidR="004F1A93" w:rsidRPr="00B81702" w:rsidRDefault="004F1A93" w:rsidP="004F1A93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</w:t>
      </w:r>
    </w:p>
    <w:p w14:paraId="0F9DF390" w14:textId="77777777" w:rsidR="004F1A93" w:rsidRPr="00B81702" w:rsidRDefault="004F1A93" w:rsidP="004F1A93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</w:t>
      </w:r>
    </w:p>
    <w:p w14:paraId="39958965" w14:textId="77777777" w:rsidR="004F1A93" w:rsidRPr="00B81702" w:rsidRDefault="004F1A93" w:rsidP="004F1A93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от 02 апреля 2025 года №</w:t>
      </w:r>
      <w:bookmarkEnd w:id="2"/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 xml:space="preserve"> 51</w:t>
      </w:r>
      <w:bookmarkEnd w:id="0"/>
    </w:p>
    <w:p w14:paraId="68D9EF9A" w14:textId="77777777" w:rsidR="009F158A" w:rsidRPr="004F1A93" w:rsidRDefault="009F158A" w:rsidP="001B3F3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C9C74E" w14:textId="77777777" w:rsidR="009F158A" w:rsidRPr="004F1A93" w:rsidRDefault="009F158A" w:rsidP="009F15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6EFC570" w14:textId="77777777" w:rsidR="009F158A" w:rsidRPr="004F1A93" w:rsidRDefault="009F158A" w:rsidP="009F15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1A93">
        <w:rPr>
          <w:rFonts w:ascii="Times New Roman" w:eastAsia="Times New Roman" w:hAnsi="Times New Roman"/>
          <w:sz w:val="28"/>
          <w:szCs w:val="28"/>
          <w:lang w:eastAsia="ru-RU"/>
        </w:rPr>
        <w:t>ДОЛЖНОСТНЫЕ ОКЛАДЫ</w:t>
      </w:r>
    </w:p>
    <w:p w14:paraId="47764C2E" w14:textId="77777777" w:rsidR="009F158A" w:rsidRPr="004F1A93" w:rsidRDefault="009F158A" w:rsidP="009F15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1A93">
        <w:rPr>
          <w:rFonts w:ascii="Times New Roman" w:eastAsia="Times New Roman" w:hAnsi="Times New Roman"/>
          <w:sz w:val="28"/>
          <w:szCs w:val="28"/>
          <w:lang w:eastAsia="ru-RU"/>
        </w:rPr>
        <w:t>Работников, осуществляющих деятельность по оказанию технической помощи инвалидам и лицам с ограниченными возможностями здоровья</w:t>
      </w:r>
    </w:p>
    <w:p w14:paraId="2055492B" w14:textId="77777777" w:rsidR="009F158A" w:rsidRPr="004F1A93" w:rsidRDefault="009F158A" w:rsidP="009F15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04"/>
        <w:gridCol w:w="1984"/>
        <w:gridCol w:w="510"/>
      </w:tblGrid>
      <w:tr w:rsidR="009F158A" w:rsidRPr="004F1A93" w14:paraId="67A47950" w14:textId="77777777" w:rsidTr="004F1A93">
        <w:trPr>
          <w:gridAfter w:val="1"/>
          <w:wAfter w:w="510" w:type="dxa"/>
        </w:trPr>
        <w:tc>
          <w:tcPr>
            <w:tcW w:w="7304" w:type="dxa"/>
            <w:tcBorders>
              <w:bottom w:val="single" w:sz="4" w:space="0" w:color="auto"/>
            </w:tcBorders>
            <w:hideMark/>
          </w:tcPr>
          <w:p w14:paraId="02E4C2E7" w14:textId="77777777" w:rsidR="009F158A" w:rsidRPr="004F1A93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hideMark/>
          </w:tcPr>
          <w:p w14:paraId="1D15C7F3" w14:textId="77777777" w:rsidR="009F158A" w:rsidRPr="004F1A93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Должностной оклад, в рублях</w:t>
            </w:r>
          </w:p>
        </w:tc>
      </w:tr>
      <w:tr w:rsidR="004F1A93" w:rsidRPr="004F1A93" w14:paraId="21B19610" w14:textId="4EB2BE73" w:rsidTr="004F1A93">
        <w:tc>
          <w:tcPr>
            <w:tcW w:w="7304" w:type="dxa"/>
            <w:hideMark/>
          </w:tcPr>
          <w:p w14:paraId="2BCEE035" w14:textId="77777777" w:rsidR="009F158A" w:rsidRPr="004F1A93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Ассистент по оказанию технической помощи</w:t>
            </w:r>
          </w:p>
          <w:p w14:paraId="3A7C2B8B" w14:textId="77777777" w:rsidR="009F158A" w:rsidRPr="004F1A93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общее образование и краткосрочное обучение или инструктаж на рабочем месте, или профессиональное обучение - программы профессиональной подготовки по профессии рабочих, служащих «Ассистент по оказанию технической помощи инвалидам и лицам с ограниченными возможностями здоровья»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hideMark/>
          </w:tcPr>
          <w:p w14:paraId="489F489D" w14:textId="7C36ACBF" w:rsidR="009F158A" w:rsidRPr="004F1A93" w:rsidRDefault="00AF50AB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4F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F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19E40B" w14:textId="77777777" w:rsidR="004F1A93" w:rsidRPr="004F1A93" w:rsidRDefault="004F1A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C7A2457" w14:textId="77777777" w:rsidR="004F1A93" w:rsidRPr="004F1A93" w:rsidRDefault="004F1A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4D0CEC2" w14:textId="77777777" w:rsidR="004F1A93" w:rsidRPr="004F1A93" w:rsidRDefault="004F1A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998C850" w14:textId="77777777" w:rsidR="004F1A93" w:rsidRPr="004F1A93" w:rsidRDefault="004F1A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54964C1" w14:textId="77777777" w:rsidR="004F1A93" w:rsidRPr="004F1A93" w:rsidRDefault="004F1A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BAB02BA" w14:textId="77777777" w:rsidR="004F1A93" w:rsidRPr="004F1A93" w:rsidRDefault="004F1A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A41116D" w14:textId="444E575B" w:rsidR="004F1A93" w:rsidRPr="004F1A93" w:rsidRDefault="004F1A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1A9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34D6B449" w14:textId="77777777" w:rsidR="009F158A" w:rsidRPr="00AF50AB" w:rsidRDefault="009F158A" w:rsidP="009F15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9F158A" w:rsidRPr="00AF50AB" w:rsidSect="007452E2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B69AC" w14:textId="77777777" w:rsidR="004410E9" w:rsidRDefault="004410E9" w:rsidP="00AE5C63">
      <w:pPr>
        <w:spacing w:after="0" w:line="240" w:lineRule="auto"/>
      </w:pPr>
      <w:r>
        <w:separator/>
      </w:r>
    </w:p>
  </w:endnote>
  <w:endnote w:type="continuationSeparator" w:id="0">
    <w:p w14:paraId="0FBF45C8" w14:textId="77777777" w:rsidR="004410E9" w:rsidRDefault="004410E9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61804" w14:textId="77777777" w:rsidR="004410E9" w:rsidRDefault="004410E9" w:rsidP="00AE5C63">
      <w:pPr>
        <w:spacing w:after="0" w:line="240" w:lineRule="auto"/>
      </w:pPr>
      <w:r>
        <w:separator/>
      </w:r>
    </w:p>
  </w:footnote>
  <w:footnote w:type="continuationSeparator" w:id="0">
    <w:p w14:paraId="5E115B09" w14:textId="77777777" w:rsidR="004410E9" w:rsidRDefault="004410E9" w:rsidP="00AE5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6475"/>
    <w:rsid w:val="00053BD0"/>
    <w:rsid w:val="000651A9"/>
    <w:rsid w:val="0007360E"/>
    <w:rsid w:val="00074F72"/>
    <w:rsid w:val="00081369"/>
    <w:rsid w:val="00087D0D"/>
    <w:rsid w:val="00090464"/>
    <w:rsid w:val="000E28C3"/>
    <w:rsid w:val="000E4E44"/>
    <w:rsid w:val="0017369D"/>
    <w:rsid w:val="00185FEC"/>
    <w:rsid w:val="001A449B"/>
    <w:rsid w:val="001B3F38"/>
    <w:rsid w:val="001C3F2D"/>
    <w:rsid w:val="001D58A3"/>
    <w:rsid w:val="001E1F9F"/>
    <w:rsid w:val="001E4001"/>
    <w:rsid w:val="001E75F5"/>
    <w:rsid w:val="001F24D3"/>
    <w:rsid w:val="0021393F"/>
    <w:rsid w:val="00277843"/>
    <w:rsid w:val="002E5832"/>
    <w:rsid w:val="002F27A9"/>
    <w:rsid w:val="00364F8F"/>
    <w:rsid w:val="004410E9"/>
    <w:rsid w:val="00451067"/>
    <w:rsid w:val="0048765F"/>
    <w:rsid w:val="00493A7A"/>
    <w:rsid w:val="004C01E1"/>
    <w:rsid w:val="004F1A93"/>
    <w:rsid w:val="00520CBF"/>
    <w:rsid w:val="0060247B"/>
    <w:rsid w:val="0060488D"/>
    <w:rsid w:val="00656EB3"/>
    <w:rsid w:val="006874F6"/>
    <w:rsid w:val="00735D4D"/>
    <w:rsid w:val="007452E2"/>
    <w:rsid w:val="00751060"/>
    <w:rsid w:val="007622F4"/>
    <w:rsid w:val="00770561"/>
    <w:rsid w:val="007A549F"/>
    <w:rsid w:val="007A7755"/>
    <w:rsid w:val="00820B72"/>
    <w:rsid w:val="008276D6"/>
    <w:rsid w:val="008629FA"/>
    <w:rsid w:val="008A5B2F"/>
    <w:rsid w:val="008A6121"/>
    <w:rsid w:val="008B3D94"/>
    <w:rsid w:val="008D2BB0"/>
    <w:rsid w:val="00987DB5"/>
    <w:rsid w:val="009A793A"/>
    <w:rsid w:val="009F158A"/>
    <w:rsid w:val="009F2B0B"/>
    <w:rsid w:val="00A06A07"/>
    <w:rsid w:val="00A35F09"/>
    <w:rsid w:val="00A94ABE"/>
    <w:rsid w:val="00AC72C8"/>
    <w:rsid w:val="00AE5C63"/>
    <w:rsid w:val="00AF50AB"/>
    <w:rsid w:val="00B015C0"/>
    <w:rsid w:val="00B10ED9"/>
    <w:rsid w:val="00B21A7B"/>
    <w:rsid w:val="00B25688"/>
    <w:rsid w:val="00B34BB3"/>
    <w:rsid w:val="00B70873"/>
    <w:rsid w:val="00B747CB"/>
    <w:rsid w:val="00B80331"/>
    <w:rsid w:val="00BF25A0"/>
    <w:rsid w:val="00C02849"/>
    <w:rsid w:val="00C1520A"/>
    <w:rsid w:val="00C269F3"/>
    <w:rsid w:val="00C50F1B"/>
    <w:rsid w:val="00CD5F66"/>
    <w:rsid w:val="00D12794"/>
    <w:rsid w:val="00D5325C"/>
    <w:rsid w:val="00D6787A"/>
    <w:rsid w:val="00D67BD8"/>
    <w:rsid w:val="00D7449B"/>
    <w:rsid w:val="00D77A24"/>
    <w:rsid w:val="00D77C62"/>
    <w:rsid w:val="00DA5803"/>
    <w:rsid w:val="00DB1572"/>
    <w:rsid w:val="00DB2CF5"/>
    <w:rsid w:val="00DD1C02"/>
    <w:rsid w:val="00DF7897"/>
    <w:rsid w:val="00E00607"/>
    <w:rsid w:val="00E12625"/>
    <w:rsid w:val="00E17855"/>
    <w:rsid w:val="00E37B8A"/>
    <w:rsid w:val="00E4505F"/>
    <w:rsid w:val="00E534CD"/>
    <w:rsid w:val="00E609BC"/>
    <w:rsid w:val="00EA0EFF"/>
    <w:rsid w:val="00EB173E"/>
    <w:rsid w:val="00FA0455"/>
    <w:rsid w:val="00FA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5DECF"/>
  <w15:chartTrackingRefBased/>
  <w15:docId w15:val="{9806F153-7EBE-40B7-A84C-AAA9BFF70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90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642E9-5FF1-43A3-A065-148A2A762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36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26</cp:revision>
  <dcterms:created xsi:type="dcterms:W3CDTF">2025-09-23T04:56:00Z</dcterms:created>
  <dcterms:modified xsi:type="dcterms:W3CDTF">2026-02-19T07:03:00Z</dcterms:modified>
</cp:coreProperties>
</file>